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54481E77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5271E422" w14:textId="658A281C" w:rsidR="00441DA5" w:rsidRPr="00492684" w:rsidRDefault="004E36AD" w:rsidP="00075BFC">
      <w:pPr>
        <w:tabs>
          <w:tab w:val="left" w:pos="2835"/>
        </w:tabs>
        <w:spacing w:before="240" w:after="240"/>
        <w:ind w:left="2835" w:hanging="2835"/>
        <w:jc w:val="center"/>
        <w:rPr>
          <w:rFonts w:ascii="Calibri" w:hAnsi="Calibri" w:cs="Calibri"/>
          <w:highlight w:val="yellow"/>
          <w:lang w:val="en-GB"/>
        </w:rPr>
      </w:pPr>
      <w:r w:rsidRPr="00492684">
        <w:rPr>
          <w:b/>
          <w:lang w:val="en-GB"/>
        </w:rPr>
        <w:t>Procurement No:</w:t>
      </w:r>
      <w:r w:rsidRPr="00492684">
        <w:rPr>
          <w:lang w:val="en-GB"/>
        </w:rPr>
        <w:tab/>
      </w:r>
      <w:r w:rsidR="00075BFC" w:rsidRPr="00075BFC">
        <w:rPr>
          <w:rFonts w:asciiTheme="minorHAnsi" w:hAnsiTheme="minorHAnsi" w:cstheme="minorHAnsi"/>
          <w:b/>
          <w:bCs/>
        </w:rPr>
        <w:t>09-G0</w:t>
      </w:r>
      <w:r w:rsidR="00851A73">
        <w:rPr>
          <w:rFonts w:asciiTheme="minorHAnsi" w:hAnsiTheme="minorHAnsi" w:cstheme="minorHAnsi"/>
          <w:b/>
          <w:bCs/>
        </w:rPr>
        <w:t>0</w:t>
      </w:r>
      <w:r w:rsidR="00004A2D">
        <w:rPr>
          <w:rFonts w:asciiTheme="minorHAnsi" w:hAnsiTheme="minorHAnsi" w:cstheme="minorHAnsi"/>
          <w:b/>
          <w:bCs/>
        </w:rPr>
        <w:t>4</w:t>
      </w:r>
      <w:r w:rsidR="00075BFC" w:rsidRPr="00075BFC">
        <w:rPr>
          <w:rFonts w:asciiTheme="minorHAnsi" w:hAnsiTheme="minorHAnsi" w:cstheme="minorHAnsi"/>
          <w:b/>
          <w:bCs/>
        </w:rPr>
        <w:t>-2</w:t>
      </w:r>
      <w:r w:rsidR="00851A73">
        <w:rPr>
          <w:rFonts w:asciiTheme="minorHAnsi" w:hAnsiTheme="minorHAnsi" w:cstheme="minorHAnsi"/>
          <w:b/>
          <w:bCs/>
        </w:rPr>
        <w:t>3</w:t>
      </w:r>
      <w:r w:rsidR="00441DA5" w:rsidRPr="00492684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751121" w:rsidRDefault="00C44890" w:rsidP="00C44890">
      <w:pPr>
        <w:pStyle w:val="Heading2"/>
        <w:rPr>
          <w:rFonts w:ascii="Times New Roman" w:hAnsi="Times New Roman"/>
        </w:rPr>
      </w:pPr>
      <w:bookmarkStart w:id="0" w:name="_Toc419729571"/>
      <w:bookmarkStart w:id="1" w:name="_Toc11156577"/>
      <w:r w:rsidRPr="00751121">
        <w:rPr>
          <w:rFonts w:ascii="Times New Roman" w:hAnsi="Times New Roman"/>
        </w:rPr>
        <w:lastRenderedPageBreak/>
        <w:t>Specification</w:t>
      </w:r>
      <w:bookmarkEnd w:id="0"/>
    </w:p>
    <w:p w14:paraId="3E6BBCE8" w14:textId="4D333F31" w:rsidR="00C44890" w:rsidRPr="00751121" w:rsidRDefault="00C44890" w:rsidP="00C44890">
      <w:pPr>
        <w:pStyle w:val="Heading3"/>
        <w:rPr>
          <w:rFonts w:ascii="Times New Roman" w:hAnsi="Times New Roman"/>
          <w:lang w:val="en-GB"/>
        </w:rPr>
      </w:pPr>
      <w:bookmarkStart w:id="2" w:name="_Toc293504682"/>
      <w:bookmarkStart w:id="3" w:name="_Toc419729572"/>
      <w:bookmarkStart w:id="4" w:name="_Toc292659306"/>
      <w:r w:rsidRPr="00751121">
        <w:rPr>
          <w:rFonts w:ascii="Times New Roman" w:hAnsi="Times New Roman"/>
          <w:lang w:val="en-GB"/>
        </w:rPr>
        <w:t>Background</w:t>
      </w:r>
      <w:bookmarkEnd w:id="2"/>
      <w:bookmarkEnd w:id="3"/>
    </w:p>
    <w:p w14:paraId="74F817A4" w14:textId="47B33962" w:rsidR="008B4243" w:rsidRDefault="00851A73" w:rsidP="003D1856">
      <w:pPr>
        <w:pStyle w:val="Heading3"/>
        <w:jc w:val="both"/>
        <w:rPr>
          <w:rFonts w:ascii="Times New Roman" w:hAnsi="Times New Roman"/>
          <w:b w:val="0"/>
          <w:sz w:val="24"/>
          <w:lang w:val="en-GB"/>
        </w:rPr>
      </w:pPr>
      <w:bookmarkStart w:id="5" w:name="_Toc312171709"/>
      <w:r>
        <w:rPr>
          <w:rFonts w:ascii="Times New Roman" w:hAnsi="Times New Roman"/>
          <w:b w:val="0"/>
          <w:sz w:val="24"/>
          <w:lang w:val="en-GB"/>
        </w:rPr>
        <w:t>OB given her role t</w:t>
      </w:r>
      <w:r w:rsidR="003C3CF8">
        <w:rPr>
          <w:rFonts w:ascii="Times New Roman" w:hAnsi="Times New Roman"/>
          <w:b w:val="0"/>
          <w:sz w:val="24"/>
          <w:lang w:val="en-GB"/>
        </w:rPr>
        <w:t>o</w:t>
      </w:r>
      <w:r w:rsidR="00004A2D">
        <w:rPr>
          <w:rFonts w:ascii="Times New Roman" w:hAnsi="Times New Roman"/>
          <w:b w:val="0"/>
          <w:sz w:val="24"/>
          <w:lang w:val="en-GB"/>
        </w:rPr>
        <w:t xml:space="preserve"> </w:t>
      </w:r>
      <w:r w:rsidR="005E3457">
        <w:rPr>
          <w:rFonts w:ascii="Times New Roman" w:hAnsi="Times New Roman"/>
          <w:b w:val="0"/>
          <w:sz w:val="24"/>
          <w:lang w:val="en-GB"/>
        </w:rPr>
        <w:t>manage</w:t>
      </w:r>
      <w:r w:rsidR="00004A2D">
        <w:rPr>
          <w:rFonts w:ascii="Times New Roman" w:hAnsi="Times New Roman"/>
          <w:b w:val="0"/>
          <w:sz w:val="24"/>
          <w:lang w:val="en-GB"/>
        </w:rPr>
        <w:t xml:space="preserve"> approved </w:t>
      </w:r>
      <w:r w:rsidR="005E3457">
        <w:rPr>
          <w:rFonts w:ascii="Times New Roman" w:hAnsi="Times New Roman"/>
          <w:b w:val="0"/>
          <w:sz w:val="24"/>
          <w:lang w:val="en-GB"/>
        </w:rPr>
        <w:t xml:space="preserve">requests from </w:t>
      </w:r>
      <w:r w:rsidR="00004A2D">
        <w:rPr>
          <w:rFonts w:ascii="Times New Roman" w:hAnsi="Times New Roman"/>
          <w:b w:val="0"/>
          <w:sz w:val="24"/>
          <w:lang w:val="en-GB"/>
        </w:rPr>
        <w:t>the ministerial tour commitment</w:t>
      </w:r>
      <w:r w:rsidR="005E3457">
        <w:rPr>
          <w:rFonts w:ascii="Times New Roman" w:hAnsi="Times New Roman"/>
          <w:b w:val="0"/>
          <w:sz w:val="24"/>
          <w:lang w:val="en-GB"/>
        </w:rPr>
        <w:t xml:space="preserve"> firstly seeking the approval on tendering materials on a reduced tender period. Materials that are required to procure are the construction materials for 4 public toilets on outer Island plus materials </w:t>
      </w:r>
      <w:r w:rsidR="004B7B58">
        <w:rPr>
          <w:rFonts w:ascii="Times New Roman" w:hAnsi="Times New Roman"/>
          <w:b w:val="0"/>
          <w:sz w:val="24"/>
          <w:lang w:val="en-GB"/>
        </w:rPr>
        <w:t xml:space="preserve">which also part of the requests. </w:t>
      </w:r>
    </w:p>
    <w:p w14:paraId="6AFF8990" w14:textId="6DD0EF25" w:rsidR="00751121" w:rsidRPr="008B4243" w:rsidRDefault="002A4740" w:rsidP="00751121">
      <w:pPr>
        <w:pStyle w:val="Heading3"/>
        <w:rPr>
          <w:rFonts w:ascii="Times New Roman" w:hAnsi="Times New Roman"/>
          <w:sz w:val="24"/>
          <w:lang w:val="en-GB"/>
        </w:rPr>
      </w:pPr>
      <w:r w:rsidRPr="008B4243">
        <w:rPr>
          <w:rFonts w:ascii="Times New Roman" w:hAnsi="Times New Roman"/>
          <w:sz w:val="24"/>
          <w:lang w:val="en-GB"/>
        </w:rPr>
        <w:t>Requirements</w:t>
      </w:r>
      <w:bookmarkStart w:id="6" w:name="_Toc308102003"/>
    </w:p>
    <w:p w14:paraId="65EDC5DE" w14:textId="77777777" w:rsidR="008B4243" w:rsidRPr="008B4243" w:rsidRDefault="00C44890" w:rsidP="00751121">
      <w:pPr>
        <w:pStyle w:val="ListParagraph"/>
        <w:numPr>
          <w:ilvl w:val="0"/>
          <w:numId w:val="17"/>
        </w:numPr>
        <w:ind w:leftChars="0"/>
        <w:rPr>
          <w:rFonts w:ascii="Times New Roman" w:hAnsi="Times New Roman"/>
          <w:sz w:val="24"/>
          <w:szCs w:val="24"/>
          <w:lang w:val="en-GB"/>
        </w:rPr>
      </w:pPr>
      <w:r w:rsidRPr="008B4243">
        <w:rPr>
          <w:rFonts w:ascii="Times New Roman" w:hAnsi="Times New Roman"/>
          <w:sz w:val="24"/>
          <w:szCs w:val="24"/>
          <w:lang w:val="en-GB"/>
        </w:rPr>
        <w:t>All supporting documentation must be in English.</w:t>
      </w:r>
      <w:bookmarkStart w:id="7" w:name="_Toc419729577"/>
      <w:bookmarkEnd w:id="6"/>
    </w:p>
    <w:p w14:paraId="070B9C4A" w14:textId="0FF5DB61" w:rsidR="00751121" w:rsidRPr="0056077F" w:rsidRDefault="00751121" w:rsidP="00751121">
      <w:pPr>
        <w:pStyle w:val="ListParagraph"/>
        <w:numPr>
          <w:ilvl w:val="0"/>
          <w:numId w:val="17"/>
        </w:numPr>
        <w:ind w:leftChars="0"/>
        <w:rPr>
          <w:lang w:val="en-GB"/>
        </w:rPr>
      </w:pPr>
      <w:r w:rsidRPr="008B4243">
        <w:rPr>
          <w:rFonts w:ascii="Times New Roman" w:hAnsi="Times New Roman"/>
          <w:sz w:val="24"/>
          <w:lang w:val="en-GB"/>
        </w:rPr>
        <w:t xml:space="preserve">Should provide a clear quote(s) and follow every instruction stated in this template starting from submission to delivering of goods. </w:t>
      </w:r>
    </w:p>
    <w:p w14:paraId="0CD8654A" w14:textId="77C1AFC2" w:rsidR="0056077F" w:rsidRPr="0056077F" w:rsidRDefault="00205194" w:rsidP="00205194">
      <w:pPr>
        <w:tabs>
          <w:tab w:val="left" w:pos="420"/>
        </w:tabs>
        <w:spacing w:after="160" w:line="259" w:lineRule="auto"/>
        <w:rPr>
          <w:lang w:val="en-GB"/>
        </w:rPr>
      </w:pPr>
      <w:r>
        <w:rPr>
          <w:lang w:val="en-GB"/>
        </w:rPr>
        <w:t xml:space="preserve">Please note that the list of requirements can be found in the </w:t>
      </w:r>
      <w:r>
        <w:rPr>
          <w:b/>
          <w:bCs/>
          <w:i/>
          <w:iCs/>
          <w:lang w:val="en-GB"/>
        </w:rPr>
        <w:t>Instructions on How to Submit a Quotation</w:t>
      </w:r>
      <w:r>
        <w:rPr>
          <w:lang w:val="en-GB"/>
        </w:rPr>
        <w:t xml:space="preserve"> template, page 5.</w:t>
      </w:r>
    </w:p>
    <w:p w14:paraId="65A62D34" w14:textId="1EE1B871" w:rsidR="00C44890" w:rsidRPr="00751121" w:rsidRDefault="00C44890" w:rsidP="00751121">
      <w:pPr>
        <w:pStyle w:val="Heading3"/>
        <w:rPr>
          <w:rFonts w:ascii="Times New Roman" w:hAnsi="Times New Roman"/>
          <w:lang w:val="en-GB"/>
        </w:rPr>
      </w:pPr>
      <w:r w:rsidRPr="00751121">
        <w:rPr>
          <w:rFonts w:ascii="Times New Roman" w:hAnsi="Times New Roman"/>
          <w:lang w:val="en-GB"/>
        </w:rPr>
        <w:t>Installation services</w:t>
      </w:r>
      <w:bookmarkEnd w:id="7"/>
    </w:p>
    <w:p w14:paraId="3321152F" w14:textId="723F4D13" w:rsidR="00C44890" w:rsidRPr="00751121" w:rsidRDefault="00751121" w:rsidP="00C44890">
      <w:pPr>
        <w:rPr>
          <w:lang w:val="en-GB"/>
        </w:rPr>
      </w:pPr>
      <w:r w:rsidRPr="00751121">
        <w:rPr>
          <w:lang w:val="en-GB"/>
        </w:rPr>
        <w:t>Nil</w:t>
      </w:r>
    </w:p>
    <w:p w14:paraId="17367821" w14:textId="7FD42E4F" w:rsidR="00C44890" w:rsidRPr="00751121" w:rsidRDefault="00C44890" w:rsidP="00772E21">
      <w:pPr>
        <w:pStyle w:val="Heading3"/>
        <w:rPr>
          <w:rFonts w:ascii="Times New Roman" w:hAnsi="Times New Roman"/>
          <w:lang w:val="en-GB"/>
        </w:rPr>
      </w:pPr>
      <w:bookmarkStart w:id="8" w:name="_Toc419729578"/>
      <w:r w:rsidRPr="00751121">
        <w:rPr>
          <w:rFonts w:ascii="Times New Roman" w:hAnsi="Times New Roman"/>
          <w:lang w:val="en-GB"/>
        </w:rPr>
        <w:t>Delivery Time</w:t>
      </w:r>
      <w:bookmarkEnd w:id="8"/>
    </w:p>
    <w:bookmarkEnd w:id="4"/>
    <w:bookmarkEnd w:id="5"/>
    <w:p w14:paraId="44B5E59D" w14:textId="01D4BE4D" w:rsidR="00C61A26" w:rsidRPr="00C61A26" w:rsidRDefault="00EF4ABA" w:rsidP="00C44890">
      <w:pPr>
        <w:pStyle w:val="Heading2"/>
        <w:numPr>
          <w:ilvl w:val="0"/>
          <w:numId w:val="17"/>
        </w:numPr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There will be a charter for delivering materials to outer </w:t>
      </w:r>
      <w:r w:rsidR="004B7B58">
        <w:rPr>
          <w:rFonts w:ascii="Times New Roman" w:hAnsi="Times New Roman"/>
          <w:b w:val="0"/>
          <w:sz w:val="24"/>
          <w:szCs w:val="24"/>
        </w:rPr>
        <w:t>Islands.</w:t>
      </w:r>
    </w:p>
    <w:p w14:paraId="625DFCD7" w14:textId="4D655D37" w:rsidR="00C44890" w:rsidRPr="00751121" w:rsidRDefault="00C44890" w:rsidP="00C44890">
      <w:pPr>
        <w:pStyle w:val="Heading2"/>
        <w:rPr>
          <w:rFonts w:ascii="Times New Roman" w:hAnsi="Times New Roman"/>
        </w:rPr>
      </w:pPr>
      <w:r w:rsidRPr="00751121">
        <w:rPr>
          <w:rFonts w:ascii="Times New Roman" w:hAnsi="Times New Roman"/>
        </w:rPr>
        <w:t>Description of the Goods</w:t>
      </w:r>
      <w:bookmarkEnd w:id="1"/>
    </w:p>
    <w:p w14:paraId="107815C1" w14:textId="6C67C5B5" w:rsidR="00C44890" w:rsidRDefault="00C44890" w:rsidP="00C44890">
      <w:pPr>
        <w:rPr>
          <w:i/>
          <w:iCs/>
          <w:lang w:val="en-GB"/>
        </w:rPr>
      </w:pPr>
      <w:r w:rsidRPr="00751121">
        <w:rPr>
          <w:i/>
          <w:iCs/>
          <w:lang w:val="en-GB"/>
        </w:rPr>
        <w:t xml:space="preserve">Here, list all items to be </w:t>
      </w:r>
      <w:r w:rsidR="008B4243" w:rsidRPr="00751121">
        <w:rPr>
          <w:i/>
          <w:iCs/>
          <w:lang w:val="en-GB"/>
        </w:rPr>
        <w:t>Tendered.</w:t>
      </w:r>
    </w:p>
    <w:p w14:paraId="1F8FD343" w14:textId="0DC45053" w:rsidR="00EF4ABA" w:rsidRPr="00EF4ABA" w:rsidRDefault="00A66C3D" w:rsidP="00EF4ABA">
      <w:pPr>
        <w:pStyle w:val="ListParagraph"/>
        <w:numPr>
          <w:ilvl w:val="0"/>
          <w:numId w:val="20"/>
        </w:numPr>
        <w:ind w:leftChars="0"/>
        <w:rPr>
          <w:i/>
          <w:iCs/>
          <w:lang w:val="en-GB"/>
        </w:rPr>
      </w:pPr>
      <w:r>
        <w:rPr>
          <w:i/>
          <w:iCs/>
          <w:lang w:val="en-GB"/>
        </w:rPr>
        <w:t>Materials for Ministerial tour projects</w:t>
      </w:r>
    </w:p>
    <w:tbl>
      <w:tblPr>
        <w:tblW w:w="7980" w:type="dxa"/>
        <w:tblLook w:val="04A0" w:firstRow="1" w:lastRow="0" w:firstColumn="1" w:lastColumn="0" w:noHBand="0" w:noVBand="1"/>
      </w:tblPr>
      <w:tblGrid>
        <w:gridCol w:w="3793"/>
        <w:gridCol w:w="667"/>
        <w:gridCol w:w="960"/>
        <w:gridCol w:w="1280"/>
        <w:gridCol w:w="1280"/>
      </w:tblGrid>
      <w:tr w:rsidR="00EF4ABA" w:rsidRPr="00EF4ABA" w14:paraId="02885A34" w14:textId="77777777" w:rsidTr="00EF4ABA">
        <w:trPr>
          <w:trHeight w:val="300"/>
        </w:trPr>
        <w:tc>
          <w:tcPr>
            <w:tcW w:w="4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D8CE9" w14:textId="77777777" w:rsidR="00EF4ABA" w:rsidRPr="00EF4ABA" w:rsidRDefault="00EF4ABA" w:rsidP="00EF4ABA">
            <w:pPr>
              <w:spacing w:before="0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EF4ABA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t>Materials for Ministerial tour projects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3B312" w14:textId="77777777" w:rsidR="00EF4ABA" w:rsidRPr="00EF4ABA" w:rsidRDefault="00EF4ABA" w:rsidP="00EF4ABA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EF4A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7966BA" w14:textId="77777777" w:rsidR="00EF4ABA" w:rsidRPr="00EF4ABA" w:rsidRDefault="00EF4ABA" w:rsidP="00EF4ABA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EF4A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68EFE" w14:textId="77777777" w:rsidR="00EF4ABA" w:rsidRPr="00EF4ABA" w:rsidRDefault="00EF4ABA" w:rsidP="00EF4ABA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EF4A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EF4ABA" w:rsidRPr="00EF4ABA" w14:paraId="2BD07B2C" w14:textId="77777777" w:rsidTr="00EF4ABA">
        <w:trPr>
          <w:trHeight w:val="690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92BA5" w14:textId="77777777" w:rsidR="00EF4ABA" w:rsidRPr="00EF4ABA" w:rsidRDefault="00EF4ABA" w:rsidP="00EF4ABA">
            <w:pPr>
              <w:spacing w:before="0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EF4ABA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t>Description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C3FF8" w14:textId="77777777" w:rsidR="00EF4ABA" w:rsidRPr="00EF4ABA" w:rsidRDefault="00EF4ABA" w:rsidP="00EF4ABA">
            <w:pPr>
              <w:spacing w:before="0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EF4ABA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t>unit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EF491" w14:textId="77777777" w:rsidR="00EF4ABA" w:rsidRPr="00EF4ABA" w:rsidRDefault="00EF4ABA" w:rsidP="00EF4ABA">
            <w:pPr>
              <w:spacing w:before="0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EF4ABA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t>Qty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F958F5" w14:textId="77777777" w:rsidR="00EF4ABA" w:rsidRPr="00EF4ABA" w:rsidRDefault="00EF4ABA" w:rsidP="00EF4ABA">
            <w:pPr>
              <w:spacing w:before="0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EF4ABA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t xml:space="preserve">Price Quotation 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699A1" w14:textId="77777777" w:rsidR="00EF4ABA" w:rsidRPr="00EF4ABA" w:rsidRDefault="00EF4ABA" w:rsidP="00EF4ABA">
            <w:pPr>
              <w:spacing w:before="0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EF4ABA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t>T/Price Quotation</w:t>
            </w:r>
          </w:p>
        </w:tc>
      </w:tr>
      <w:tr w:rsidR="00EF4ABA" w:rsidRPr="00EF4ABA" w14:paraId="797B5DE6" w14:textId="77777777" w:rsidTr="00EF4ABA">
        <w:trPr>
          <w:trHeight w:val="300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21DF9" w14:textId="77777777" w:rsidR="00EF4ABA" w:rsidRPr="00EF4ABA" w:rsidRDefault="00EF4ABA" w:rsidP="00EF4ABA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EF4A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Ceramic tile 300x300mm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4D53C" w14:textId="77777777" w:rsidR="00EF4ABA" w:rsidRPr="00EF4ABA" w:rsidRDefault="00EF4ABA" w:rsidP="00EF4ABA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EF4A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561B2" w14:textId="77777777" w:rsidR="00EF4ABA" w:rsidRPr="00EF4ABA" w:rsidRDefault="00EF4ABA" w:rsidP="00EF4ABA">
            <w:pPr>
              <w:spacing w:before="0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EF4A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C1D004" w14:textId="77777777" w:rsidR="00EF4ABA" w:rsidRPr="00EF4ABA" w:rsidRDefault="00EF4ABA" w:rsidP="00EF4ABA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EF4A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607F0" w14:textId="77777777" w:rsidR="00EF4ABA" w:rsidRPr="00EF4ABA" w:rsidRDefault="00EF4ABA" w:rsidP="00EF4ABA">
            <w:pPr>
              <w:spacing w:before="0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EF4ABA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EF4ABA" w:rsidRPr="00EF4ABA" w14:paraId="32EF5029" w14:textId="77777777" w:rsidTr="00EF4ABA">
        <w:trPr>
          <w:trHeight w:val="300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E26FC" w14:textId="77777777" w:rsidR="00EF4ABA" w:rsidRPr="00EF4ABA" w:rsidRDefault="00EF4ABA" w:rsidP="00EF4ABA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EF4A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CTF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A50B6" w14:textId="77777777" w:rsidR="00EF4ABA" w:rsidRPr="00EF4ABA" w:rsidRDefault="00EF4ABA" w:rsidP="00EF4ABA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EF4A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734AE" w14:textId="77777777" w:rsidR="00EF4ABA" w:rsidRPr="00EF4ABA" w:rsidRDefault="00EF4ABA" w:rsidP="00EF4ABA">
            <w:pPr>
              <w:spacing w:before="0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EF4A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437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6CB388" w14:textId="77777777" w:rsidR="00EF4ABA" w:rsidRPr="00EF4ABA" w:rsidRDefault="00EF4ABA" w:rsidP="00EF4ABA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EF4ABA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02459" w14:textId="77777777" w:rsidR="00EF4ABA" w:rsidRPr="00EF4ABA" w:rsidRDefault="00EF4ABA" w:rsidP="00EF4ABA">
            <w:pPr>
              <w:spacing w:before="0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EF4ABA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EF4ABA" w:rsidRPr="00EF4ABA" w14:paraId="74688941" w14:textId="77777777" w:rsidTr="00EF4ABA">
        <w:trPr>
          <w:trHeight w:val="300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308F7" w14:textId="77777777" w:rsidR="00EF4ABA" w:rsidRPr="00EF4ABA" w:rsidRDefault="00EF4ABA" w:rsidP="00EF4ABA">
            <w:pPr>
              <w:spacing w:before="0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EF4ABA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t xml:space="preserve">Total cost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BBDEE" w14:textId="77777777" w:rsidR="00EF4ABA" w:rsidRPr="00EF4ABA" w:rsidRDefault="00EF4ABA" w:rsidP="00EF4ABA">
            <w:pPr>
              <w:spacing w:before="0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EF4ABA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210E8" w14:textId="77777777" w:rsidR="00EF4ABA" w:rsidRPr="00EF4ABA" w:rsidRDefault="00EF4ABA" w:rsidP="00EF4ABA">
            <w:pPr>
              <w:spacing w:before="0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EF4ABA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1F45A8" w14:textId="77777777" w:rsidR="00EF4ABA" w:rsidRPr="00EF4ABA" w:rsidRDefault="00EF4ABA" w:rsidP="00EF4ABA">
            <w:pPr>
              <w:spacing w:before="0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EF4ABA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032C4" w14:textId="77777777" w:rsidR="00EF4ABA" w:rsidRPr="00EF4ABA" w:rsidRDefault="00EF4ABA" w:rsidP="00EF4ABA">
            <w:pPr>
              <w:spacing w:before="0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EF4ABA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EF4ABA" w:rsidRPr="00EF4ABA" w14:paraId="15928D5F" w14:textId="77777777" w:rsidTr="00EF4ABA">
        <w:trPr>
          <w:trHeight w:val="300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66CC9" w14:textId="77777777" w:rsidR="00EF4ABA" w:rsidRPr="00EF4ABA" w:rsidRDefault="00EF4ABA" w:rsidP="00EF4ABA">
            <w:pPr>
              <w:spacing w:before="0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EF4ABA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t xml:space="preserve">Vat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843B2" w14:textId="77777777" w:rsidR="00EF4ABA" w:rsidRPr="00EF4ABA" w:rsidRDefault="00EF4ABA" w:rsidP="00EF4ABA">
            <w:pPr>
              <w:spacing w:before="0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EF4ABA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9D3FD" w14:textId="77777777" w:rsidR="00EF4ABA" w:rsidRPr="00EF4ABA" w:rsidRDefault="00EF4ABA" w:rsidP="00EF4ABA">
            <w:pPr>
              <w:spacing w:before="0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EF4ABA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65FF6" w14:textId="77777777" w:rsidR="00EF4ABA" w:rsidRPr="00EF4ABA" w:rsidRDefault="00EF4ABA" w:rsidP="00EF4ABA">
            <w:pPr>
              <w:spacing w:before="0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EF4ABA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C2C0C" w14:textId="77777777" w:rsidR="00EF4ABA" w:rsidRPr="00EF4ABA" w:rsidRDefault="00EF4ABA" w:rsidP="00EF4ABA">
            <w:pPr>
              <w:spacing w:before="0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EF4ABA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EF4ABA" w:rsidRPr="00EF4ABA" w14:paraId="2AE4A44A" w14:textId="77777777" w:rsidTr="00EF4ABA">
        <w:trPr>
          <w:trHeight w:val="300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63427" w14:textId="77777777" w:rsidR="00EF4ABA" w:rsidRPr="00EF4ABA" w:rsidRDefault="00EF4ABA" w:rsidP="00EF4ABA">
            <w:pPr>
              <w:spacing w:before="0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EF4ABA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t>other charges if any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B9050" w14:textId="77777777" w:rsidR="00EF4ABA" w:rsidRPr="00EF4ABA" w:rsidRDefault="00EF4ABA" w:rsidP="00EF4ABA">
            <w:pPr>
              <w:spacing w:before="0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EF4ABA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C263A" w14:textId="77777777" w:rsidR="00EF4ABA" w:rsidRPr="00EF4ABA" w:rsidRDefault="00EF4ABA" w:rsidP="00EF4ABA">
            <w:pPr>
              <w:spacing w:before="0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EF4ABA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35EC1" w14:textId="77777777" w:rsidR="00EF4ABA" w:rsidRPr="00EF4ABA" w:rsidRDefault="00EF4ABA" w:rsidP="00EF4ABA">
            <w:pPr>
              <w:spacing w:before="0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EF4ABA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6EA3B" w14:textId="77777777" w:rsidR="00EF4ABA" w:rsidRPr="00EF4ABA" w:rsidRDefault="00EF4ABA" w:rsidP="00EF4ABA">
            <w:pPr>
              <w:spacing w:before="0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EF4ABA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EF4ABA" w:rsidRPr="00EF4ABA" w14:paraId="70F94B30" w14:textId="77777777" w:rsidTr="00EF4ABA">
        <w:trPr>
          <w:trHeight w:val="300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F6FF8" w14:textId="77777777" w:rsidR="00EF4ABA" w:rsidRPr="00EF4ABA" w:rsidRDefault="00EF4ABA" w:rsidP="00EF4ABA">
            <w:pPr>
              <w:spacing w:before="0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EF4ABA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t>Total cost (vat inclusive)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742B4" w14:textId="77777777" w:rsidR="00EF4ABA" w:rsidRPr="00EF4ABA" w:rsidRDefault="00EF4ABA" w:rsidP="00EF4ABA">
            <w:pPr>
              <w:spacing w:before="0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EF4ABA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6C36A" w14:textId="77777777" w:rsidR="00EF4ABA" w:rsidRPr="00EF4ABA" w:rsidRDefault="00EF4ABA" w:rsidP="00EF4ABA">
            <w:pPr>
              <w:spacing w:before="0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EF4ABA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3930D" w14:textId="77777777" w:rsidR="00EF4ABA" w:rsidRPr="00EF4ABA" w:rsidRDefault="00EF4ABA" w:rsidP="00EF4ABA">
            <w:pPr>
              <w:spacing w:before="0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EF4ABA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D0F86" w14:textId="77777777" w:rsidR="00EF4ABA" w:rsidRPr="00EF4ABA" w:rsidRDefault="00EF4ABA" w:rsidP="00EF4ABA">
            <w:pPr>
              <w:spacing w:before="0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EF4ABA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</w:tbl>
    <w:p w14:paraId="69E741C9" w14:textId="042F9689" w:rsidR="00C44890" w:rsidRDefault="00C44890" w:rsidP="00EF4ABA">
      <w:pPr>
        <w:rPr>
          <w:lang w:val="en-GB"/>
        </w:rPr>
      </w:pPr>
    </w:p>
    <w:p w14:paraId="47267DAC" w14:textId="77777777" w:rsidR="00A66C3D" w:rsidRDefault="00A66C3D" w:rsidP="00EF4ABA">
      <w:pPr>
        <w:rPr>
          <w:lang w:val="en-GB"/>
        </w:rPr>
      </w:pPr>
    </w:p>
    <w:p w14:paraId="1B9A8D8C" w14:textId="77777777" w:rsidR="00A66C3D" w:rsidRDefault="00A66C3D" w:rsidP="00EF4ABA">
      <w:pPr>
        <w:rPr>
          <w:lang w:val="en-GB"/>
        </w:rPr>
      </w:pPr>
    </w:p>
    <w:p w14:paraId="6F5F42A1" w14:textId="660FF4D2" w:rsidR="00A66C3D" w:rsidRPr="00A66C3D" w:rsidRDefault="00A66C3D" w:rsidP="00A66C3D">
      <w:pPr>
        <w:pStyle w:val="ListParagraph"/>
        <w:numPr>
          <w:ilvl w:val="0"/>
          <w:numId w:val="20"/>
        </w:numPr>
        <w:ind w:leftChars="0"/>
        <w:rPr>
          <w:b/>
          <w:bCs/>
          <w:lang w:val="en-GB"/>
        </w:rPr>
      </w:pPr>
      <w:r w:rsidRPr="00A66C3D">
        <w:rPr>
          <w:b/>
          <w:bCs/>
          <w:lang w:val="en-GB"/>
        </w:rPr>
        <w:lastRenderedPageBreak/>
        <w:t xml:space="preserve">Construction materials for 4 public toilets </w:t>
      </w:r>
    </w:p>
    <w:p w14:paraId="143EAB8F" w14:textId="77777777" w:rsidR="00A66C3D" w:rsidRPr="00A66C3D" w:rsidRDefault="00A66C3D" w:rsidP="00A66C3D">
      <w:pPr>
        <w:pStyle w:val="ListParagraph"/>
        <w:ind w:leftChars="0" w:left="720"/>
        <w:rPr>
          <w:lang w:val="en-GB"/>
        </w:rPr>
      </w:pPr>
    </w:p>
    <w:tbl>
      <w:tblPr>
        <w:tblW w:w="9240" w:type="dxa"/>
        <w:tblLook w:val="04A0" w:firstRow="1" w:lastRow="0" w:firstColumn="1" w:lastColumn="0" w:noHBand="0" w:noVBand="1"/>
      </w:tblPr>
      <w:tblGrid>
        <w:gridCol w:w="4107"/>
        <w:gridCol w:w="871"/>
        <w:gridCol w:w="992"/>
        <w:gridCol w:w="960"/>
        <w:gridCol w:w="1155"/>
        <w:gridCol w:w="1155"/>
      </w:tblGrid>
      <w:tr w:rsidR="00A66C3D" w:rsidRPr="00A66C3D" w14:paraId="731CD1AB" w14:textId="77777777" w:rsidTr="00A66C3D">
        <w:trPr>
          <w:trHeight w:val="585"/>
        </w:trPr>
        <w:tc>
          <w:tcPr>
            <w:tcW w:w="6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7197C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AU" w:eastAsia="en-AU"/>
              </w:rPr>
              <w:t xml:space="preserve">Material list for public toilets for </w:t>
            </w:r>
            <w:proofErr w:type="spellStart"/>
            <w:r w:rsidRPr="00A66C3D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AU" w:eastAsia="en-AU"/>
              </w:rPr>
              <w:t>Tekarano</w:t>
            </w:r>
            <w:proofErr w:type="spellEnd"/>
            <w:r w:rsidRPr="00A66C3D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AU" w:eastAsia="en-AU"/>
              </w:rPr>
              <w:t xml:space="preserve"> </w:t>
            </w:r>
            <w:proofErr w:type="spellStart"/>
            <w:r w:rsidRPr="00A66C3D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AU" w:eastAsia="en-AU"/>
              </w:rPr>
              <w:t>Abaiang</w:t>
            </w:r>
            <w:proofErr w:type="spellEnd"/>
            <w:r w:rsidRPr="00A66C3D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AU" w:eastAsia="en-AU"/>
              </w:rPr>
              <w:t xml:space="preserve">, </w:t>
            </w:r>
            <w:proofErr w:type="spellStart"/>
            <w:proofErr w:type="gramStart"/>
            <w:r w:rsidRPr="00A66C3D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AU" w:eastAsia="en-AU"/>
              </w:rPr>
              <w:t>Tabontebike</w:t>
            </w:r>
            <w:proofErr w:type="spellEnd"/>
            <w:r w:rsidRPr="00A66C3D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AU" w:eastAsia="en-AU"/>
              </w:rPr>
              <w:t xml:space="preserve">  </w:t>
            </w:r>
            <w:proofErr w:type="spellStart"/>
            <w:r w:rsidRPr="00A66C3D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AU" w:eastAsia="en-AU"/>
              </w:rPr>
              <w:t>Abaiang</w:t>
            </w:r>
            <w:proofErr w:type="spellEnd"/>
            <w:proofErr w:type="gramEnd"/>
            <w:r w:rsidRPr="00A66C3D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AU" w:eastAsia="en-AU"/>
              </w:rPr>
              <w:t>, Abatao North Tarawa and KUC Tekem Maiana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988FC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B8E457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0789FB0E" w14:textId="77777777" w:rsidTr="00A66C3D">
        <w:trPr>
          <w:trHeight w:val="6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474E6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AU" w:eastAsia="en-AU"/>
              </w:rPr>
              <w:t>Description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25650F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AU" w:eastAsia="en-AU"/>
              </w:rPr>
              <w:t>Unit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2D18F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AU" w:eastAsia="en-AU"/>
              </w:rPr>
              <w:t>Qty for 1 project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E1E04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en-AU" w:eastAsia="en-AU"/>
              </w:rPr>
              <w:t>Qty for 4 projects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2225F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t>Price Quotation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D6E36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t>T/Price Quotation</w:t>
            </w:r>
          </w:p>
        </w:tc>
      </w:tr>
      <w:tr w:rsidR="00A66C3D" w:rsidRPr="00A66C3D" w14:paraId="23526880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70F378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Brick (6 size)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3922F4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proofErr w:type="spellStart"/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nos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EB4BF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1173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8CF83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4692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DC369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E5F80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58492F3B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FB66A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40 kg Cement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5D806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bag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D3E03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141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0DF24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564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D5133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10BA9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21101712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5C64D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50x50mm pine timber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51F9D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length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A80E3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F3670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86CCE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3206F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6065731A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1D1BA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proofErr w:type="spellStart"/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Formply</w:t>
            </w:r>
            <w:proofErr w:type="spellEnd"/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 for formwork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78B49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sheet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74AA2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7095C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EE676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C271D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21D359FC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D980B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3 </w:t>
            </w:r>
            <w:proofErr w:type="gramStart"/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nail</w:t>
            </w:r>
            <w:proofErr w:type="gramEnd"/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EB18A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kg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DE948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B2314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DB1BF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8D369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261A6B44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FCF2B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4 </w:t>
            </w:r>
            <w:proofErr w:type="gramStart"/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nail</w:t>
            </w:r>
            <w:proofErr w:type="gramEnd"/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B8E6B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kg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38AFF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8104E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67EF7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1A2AC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2B0D0DAC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1CDD1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“2” flat head nail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1BB05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07E77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0784A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39FA6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08B4D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461818CA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D24D56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50x50mm pine timber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DAB84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lengths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9C789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8B1C8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9056B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1C9D1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0360822B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BCA43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200x25mm pine timber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B2DC1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lengths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70E8B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5C4A3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56865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2D9F5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396B850F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E7042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“2” flat head nail for formwork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55624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66577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F5D85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3A89C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834BA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03636E50" w14:textId="77777777" w:rsidTr="00A66C3D">
        <w:trPr>
          <w:trHeight w:val="585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C60D8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 Deformed 12mm diameter reinforcing bar in footing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C3AD9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 length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A84C2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3A580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0DA9F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FDC4D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54A2D52C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B9B9A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Tie wire 15m/roll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D20B0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proofErr w:type="spellStart"/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nos</w:t>
            </w:r>
            <w:proofErr w:type="spellEnd"/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BCD30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B8EB1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DF77E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C526D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42EBAEB4" w14:textId="77777777" w:rsidTr="00A66C3D">
        <w:trPr>
          <w:trHeight w:val="57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8CDF5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Deformed 10mm diameter reinforcing bar in footing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1E2BA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length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3F8A5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6D48B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4A30E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FF94B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596C657E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A0C60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R6mm diameter stirrup ties at 400c-c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9A8AD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length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8BA9B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BAA45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FEA5D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ECEB3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3938A1C3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E8304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R6mm diameter stirrup ties at 400 c-c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50E0A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length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86A74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8AF4B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9B134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FF360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3A493274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2814B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Deformed 12 mm starter bar including laps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6F0B7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length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D677B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7D311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916E8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09321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7BDF37F5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16156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Mesh wire (5.4x2.4) m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FE7E1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sheet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F48B9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5E4EF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C64E4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73DEB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61F8FA8C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2BF2B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4 blade louver </w:t>
            </w:r>
            <w:proofErr w:type="gramStart"/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frame</w:t>
            </w:r>
            <w:proofErr w:type="gramEnd"/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CB68D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pair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42892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551DD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2698C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7E6AA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21DCD55A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0B131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100x50mm pine for top plate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A6098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 length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87F1D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1317C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4337F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8539F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2C45E545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1A853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“4” concrete nail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34EB1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pkt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ED4A3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0401E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87CA3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26CD4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4C379AAE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96342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50x50mm pine timber for celling (2x2)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190A1" w14:textId="062CE8B4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length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2610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F08C8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0B9BF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2AD1A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79F3CFEE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5F60E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100x50mm pine timber for rafter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D3FB2" w14:textId="76224960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length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14384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7ED1B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FE997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13C50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7CE50D0B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CDBDE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4 </w:t>
            </w:r>
            <w:proofErr w:type="gramStart"/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nail</w:t>
            </w:r>
            <w:proofErr w:type="gramEnd"/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B979B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pkt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40BD8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744F2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CCBD6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49501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2ED5A8D6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25C59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3 </w:t>
            </w:r>
            <w:proofErr w:type="gramStart"/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nail</w:t>
            </w:r>
            <w:proofErr w:type="gramEnd"/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DBE2F" w14:textId="1C65E4DC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pkt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61B05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751BA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72E46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72E3C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77365BCE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AE8F1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100x50mm pine timber for strut and Brace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73F29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length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F1164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AE8CA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187D0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42F46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53E7EC2E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CE3B2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75x50mm pine timber for strut and Brace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8193B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 length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C9FC3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9BF94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74C09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CC2BE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225C286B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C95FA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200x20mm pine timber Fascial board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25590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length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94291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B7290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6FFDD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29D5E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2A94417C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761B8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“2” nail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CA950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pkt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810E5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CE8D2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CB301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C0ABA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1AB6A5E6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10991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200x20mm pine timber for Barge Board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8B926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length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3A67E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718C0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D4F0C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E5C46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3A9CDAC8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7326E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Masonite 2.4x1.2/ sheet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6A9E8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sheet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1248A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39454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E3E53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9A788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6E010835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20459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“1” panel pin nail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D8E11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pkt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003CF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EE9AC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764A6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CDCD8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5D2C7DA1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4CCDE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20x20mm pine timber for moulded scotia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444FB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length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70CFA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9AAB6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6E46E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62168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09807CFF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C6414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200x50mm pine timber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81DE5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length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FB0BC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BEE45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09BF8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C36D6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3126F68C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80088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lastRenderedPageBreak/>
              <w:t xml:space="preserve">200x50mm pine timber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9163B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length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6B173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23E5A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ED7AA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46DD8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64A8508A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D3519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½ inches exterior plywood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ACA8F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sheets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9BEEB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E1795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BA3A5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1B5CD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2F7D0505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69A85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100x50mm pine timber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2B8BB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length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5C4A9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6626F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B0A67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ACF3B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4462B08B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64A95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Wood glue 750ml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8380E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proofErr w:type="spellStart"/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nos</w:t>
            </w:r>
            <w:proofErr w:type="spellEnd"/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B4993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27A19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2E7ED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83694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569336E5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BAA1A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Fine sandpaper “1600”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9669C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meters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24D3B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9B31C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941D7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FBAEF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6251EA79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DC163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100mm butt brass with screws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0D6C4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each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C1B50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07426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4B676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8B2D9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00EC8540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D1445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100mm butt hinger with screw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FA5FC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pairs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F8565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D4D29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5CCBA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BC334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0C6FF102" w14:textId="77777777" w:rsidTr="00A66C3D">
        <w:trPr>
          <w:trHeight w:val="285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0962F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Plain mortice lock complete with handles and keys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E49D0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each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29380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1A36A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6F48D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06CF0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2B47D406" w14:textId="77777777" w:rsidTr="00A66C3D">
        <w:trPr>
          <w:trHeight w:val="465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D9316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Plain mortice lock complete with handles and keys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07B6A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proofErr w:type="spellStart"/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nos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B4727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5A578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9C1A3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66A46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42B8D9D1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DC6CA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Roofing 15 size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020B4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sheet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373D4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F6F12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4E454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8155F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45EB7692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90DF4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Roofing nail with rubber washer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91A1D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pkt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BA786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6831D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0DBA8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799FE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0FA163EC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09BF2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proofErr w:type="spellStart"/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Sysilation</w:t>
            </w:r>
            <w:proofErr w:type="spellEnd"/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 alum foil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B9C1B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roll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0A820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EB82E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C8D68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9C0AC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76571D98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31B9E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20mm diameter incoming </w:t>
            </w:r>
            <w:proofErr w:type="spellStart"/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pvc</w:t>
            </w:r>
            <w:proofErr w:type="spellEnd"/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 pipe for water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74FCB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length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CFEF5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DB92D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5A15A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BE7C5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04716FED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756CB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20mm diameter bend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965EA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proofErr w:type="spellStart"/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nos</w:t>
            </w:r>
            <w:proofErr w:type="spellEnd"/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79660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0CEF2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FED3C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CF00A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624B748D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F84BB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20mm diameter tee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3C52A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proofErr w:type="spellStart"/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nos</w:t>
            </w:r>
            <w:proofErr w:type="spellEnd"/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F9DD2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658A7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3F6EE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4D064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72E8852B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33877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20mm diameter male adaptor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9EEA4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proofErr w:type="spellStart"/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nos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4F95F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F8BA7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D4CD9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A101A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1A762817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9A6A6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20mm diameter female adaptor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B1B06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proofErr w:type="spellStart"/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nos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8A487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C7F85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4FF29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DACAC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757B2A24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CB985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proofErr w:type="spellStart"/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Wc</w:t>
            </w:r>
            <w:proofErr w:type="spellEnd"/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 </w:t>
            </w:r>
            <w:proofErr w:type="gramStart"/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pan</w:t>
            </w:r>
            <w:proofErr w:type="gramEnd"/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 suit with p-trap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601E1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proofErr w:type="spellStart"/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nos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2D10E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AE864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22A28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8149B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2EA963BD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C8AE3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100mm </w:t>
            </w:r>
            <w:proofErr w:type="spellStart"/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dia</w:t>
            </w:r>
            <w:proofErr w:type="spellEnd"/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 pan collar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8D7D8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proofErr w:type="spellStart"/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nos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D47D9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A0328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7FFA2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6A51F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4D53F13A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41C75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Flushing cistern dual system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48355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proofErr w:type="spellStart"/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nos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F0AA7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87A0B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EB584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6414E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5957EE76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A1823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Pan seat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CB6EE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proofErr w:type="spellStart"/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nos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2957D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DABC3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31907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3FC6F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15AD1E61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4114A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15mm </w:t>
            </w:r>
            <w:proofErr w:type="spellStart"/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dia</w:t>
            </w:r>
            <w:proofErr w:type="spellEnd"/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 hose flex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8175B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proofErr w:type="spellStart"/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nos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4BEE0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B4F6C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2B6FA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27F5E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0D16C53C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331ED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15mm </w:t>
            </w:r>
            <w:proofErr w:type="spellStart"/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dia</w:t>
            </w:r>
            <w:proofErr w:type="spellEnd"/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 cock valve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F1DE6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proofErr w:type="spellStart"/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nos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AE15C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47A55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60F15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D6A5F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14A59030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9590D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15mm female </w:t>
            </w:r>
            <w:proofErr w:type="spellStart"/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adptor</w:t>
            </w:r>
            <w:proofErr w:type="spellEnd"/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A21C9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proofErr w:type="spellStart"/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nos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F0299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3749C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D5405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D2B5E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58D90614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94F84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15mm male </w:t>
            </w:r>
            <w:proofErr w:type="spellStart"/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adptor</w:t>
            </w:r>
            <w:proofErr w:type="spellEnd"/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C38C5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proofErr w:type="spellStart"/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nos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AB1CA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34C28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D4FBC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89CED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087FD3E6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B1B7D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Tread seal tape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A454E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proofErr w:type="spellStart"/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nos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19256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7AE48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5CD1C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A738E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607F2C90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0D2B5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Solvent cement 500ml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02D69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proofErr w:type="spellStart"/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nos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B162D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E67BB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E514A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17480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7EBCB04F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D76E5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Wash hand basin completed with bracket (small size)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6D5DC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proofErr w:type="spellStart"/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nos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701E8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108D6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CAE45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64D35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0C91DD7E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4C089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15mm bib tap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B08BC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proofErr w:type="spellStart"/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nos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ADA48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4C8A8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2C055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9348E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55771A34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ADD33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15 mm male </w:t>
            </w:r>
            <w:proofErr w:type="spellStart"/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adptor</w:t>
            </w:r>
            <w:proofErr w:type="spellEnd"/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4D0BC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proofErr w:type="spellStart"/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nos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882A7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93002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3B9C8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B0DA3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32628EEC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51D9F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15mm female </w:t>
            </w:r>
            <w:proofErr w:type="spellStart"/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adptor</w:t>
            </w:r>
            <w:proofErr w:type="spellEnd"/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E49B4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proofErr w:type="spellStart"/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nos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E82A4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697FC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16030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3C969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0EFEE776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1BC0B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32mm s-trap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7B056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proofErr w:type="spellStart"/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nos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4B1E0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8C806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E6C5E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011FD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058D6AB2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25775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32 mm tee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2092E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proofErr w:type="spellStart"/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nos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71636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BC9B2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56E5B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777D8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0B9555BC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2DE3F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32mm elbow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4D77A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proofErr w:type="spellStart"/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nos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B2CD3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37BC3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FAAE6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C2933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4D573D7B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6B65B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Plug and waste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EAF94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proofErr w:type="spellStart"/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nos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2979C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F0327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8D3F3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7D085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40824810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E763F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32mm </w:t>
            </w:r>
            <w:proofErr w:type="spellStart"/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pvc</w:t>
            </w:r>
            <w:proofErr w:type="spellEnd"/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 pipe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B0B34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length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9AC33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FDFFF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0E759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7ED2B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53922C64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3710E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Water tank 1000L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50326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proofErr w:type="spellStart"/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nos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69336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A4041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FDBF3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5C70D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2BCFF540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DDD09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25mm foot valve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55A8A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proofErr w:type="spellStart"/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nos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F49C8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E5BFF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BED0D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1D408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057FE780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05085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25mm male socket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DE7F6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proofErr w:type="spellStart"/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nos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8CCEA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A1348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2AF09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1CC1A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6293CBDC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0DC1D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lastRenderedPageBreak/>
              <w:t xml:space="preserve">25mm </w:t>
            </w:r>
            <w:proofErr w:type="spellStart"/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pvc</w:t>
            </w:r>
            <w:proofErr w:type="spellEnd"/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 pipe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90A5E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length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F9D14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9D571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E2D57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E1B8E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2CE8A69E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09661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25mm bend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5F0D0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proofErr w:type="spellStart"/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nos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432C7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CE69D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80B92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0C7AB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7F03ADBA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CB76A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25mm tee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54A4E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proofErr w:type="spellStart"/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nos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06249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75D18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B1BA4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025B7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42390D3C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CA704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25mm end cap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01468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proofErr w:type="spellStart"/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nos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B85FE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01B32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0104D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E413A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67F9DF73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D955C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25mm Union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7A6BE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proofErr w:type="spellStart"/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nos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482F8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1238F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E0484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01531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3639A2A8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E3922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15mm Union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2BEF1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proofErr w:type="spellStart"/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nos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40B7B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91EC2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DF7B4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49EB8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10F27B0E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1C824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20mm union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8075D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proofErr w:type="spellStart"/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nos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F3F0C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2750B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0FDFC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CA854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5FAC731A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78813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25mm x 20mm reducing bush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C1F63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proofErr w:type="spellStart"/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nos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CF4AE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37747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39DE2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CBEB2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60000893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88E60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25mm x 15mm reducing bush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AE23A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proofErr w:type="spellStart"/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nos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58D87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378AA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8FF14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E7CA2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2C5BB95C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5D24E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F62 fabric mesh wire (6x2m/sheet)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1F18D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sheet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C6166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16238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1C1DB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6BB49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23F02FD8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2D018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Rod 16 mm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6021B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length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BBA65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AA6CF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E1F41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1C21A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521B568C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8477C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150x25mm pine timber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B4DF7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length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AE87A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571CE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BAB60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A5CEA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10054F0E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41505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100x50mm pine timber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74AB1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length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9351B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70741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E162A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53169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2FA36289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6919F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4 </w:t>
            </w:r>
            <w:proofErr w:type="gramStart"/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nail</w:t>
            </w:r>
            <w:proofErr w:type="gramEnd"/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D49D2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pkt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5B496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DBA47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02331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2C9C4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2BF51F2C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7DED6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3 </w:t>
            </w:r>
            <w:proofErr w:type="gramStart"/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nail</w:t>
            </w:r>
            <w:proofErr w:type="gramEnd"/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C9302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pkt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07059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2B7C9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16F5E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A185B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6B8BC224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992BA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Polythene 30x1.2/roll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EEF2A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roll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A195D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BEF68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C54D3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F2001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5298761D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3E1FA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Undercoat 4ltr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11A40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tin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8C86A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D6911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493DC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91ADE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42FCD5BA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80A9B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Semi-gloss 4ltr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BAE81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tin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26EAC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C6DDC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F85A9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77E16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7B27AB4C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02233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Roller brush set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CF25E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proofErr w:type="spellStart"/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nos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AD318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11C7B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E6F93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B52E4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2160988B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384D6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Paint hand brush “3”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BD3E5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proofErr w:type="spellStart"/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nos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CBCFA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A92EC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321E2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78CC7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1A46C45B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8D5B4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Acrylic sealer 4ltr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B1F9F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tin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910AD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15E44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A30FE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65564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65EB6BC1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7A79C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“2” paint hand brush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5C942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proofErr w:type="spellStart"/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nos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6F504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28707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2D296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5A36C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4A617A50" w14:textId="77777777" w:rsidTr="00A66C3D">
        <w:trPr>
          <w:trHeight w:val="42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1BF55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24”x”6 (710mm x 150mm) obscure glass blade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5C8CA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pcs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4CDF7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E5BBD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247CA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8DA0A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067545F2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E303F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Gothic mesh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DAAEB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sheet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2BE88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433FC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B1674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913B0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329D10E5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903E5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 xml:space="preserve">U nail 1.5 inch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73DC2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925F4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1B964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sz w:val="22"/>
                <w:szCs w:val="22"/>
                <w:lang w:val="en-AU" w:eastAsia="en-AU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1EA32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27B32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53903956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DF1F7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t xml:space="preserve">Total cost for 1 project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8633B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38164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77A3A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8AC94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19BBC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23D55BCF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4815D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t>Total cost for 4 Projects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3C6EB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3020F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2C760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7841F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44F5C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2F16EA37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FD071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t>vat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C5A64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71E9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2F1B4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F5C1C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D7038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604CA77C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3F99A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t>other charges if any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B5693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4FFC7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51583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7207A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5BE27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A66C3D" w:rsidRPr="00A66C3D" w14:paraId="381CA0C7" w14:textId="77777777" w:rsidTr="00A66C3D">
        <w:trPr>
          <w:trHeight w:val="300"/>
        </w:trPr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222E9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t>Total cost (vat inclusive)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24B83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7DEFE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2A098" w14:textId="77777777" w:rsidR="00A66C3D" w:rsidRPr="00A66C3D" w:rsidRDefault="00A66C3D" w:rsidP="00A66C3D">
            <w:pPr>
              <w:spacing w:befor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7DDC1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31C98" w14:textId="77777777" w:rsidR="00A66C3D" w:rsidRPr="00A66C3D" w:rsidRDefault="00A66C3D" w:rsidP="00A66C3D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A66C3D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</w:tbl>
    <w:p w14:paraId="3EAA6397" w14:textId="77777777" w:rsidR="00A66C3D" w:rsidRPr="00EF4ABA" w:rsidRDefault="00A66C3D" w:rsidP="00EF4ABA">
      <w:pPr>
        <w:rPr>
          <w:lang w:val="en-GB"/>
        </w:rPr>
      </w:pPr>
    </w:p>
    <w:p w14:paraId="67D3B075" w14:textId="1BD94C4B" w:rsidR="00A66C3D" w:rsidRDefault="00A66C3D" w:rsidP="00C44890">
      <w:pPr>
        <w:rPr>
          <w:lang w:val="en-GB"/>
        </w:rPr>
      </w:pPr>
      <w:r>
        <w:rPr>
          <w:lang w:val="en-GB"/>
        </w:rPr>
        <w:br/>
      </w:r>
    </w:p>
    <w:p w14:paraId="7A508A65" w14:textId="77777777" w:rsidR="00A66C3D" w:rsidRDefault="00A66C3D">
      <w:pPr>
        <w:spacing w:before="0"/>
        <w:rPr>
          <w:lang w:val="en-GB"/>
        </w:rPr>
      </w:pPr>
      <w:r>
        <w:rPr>
          <w:lang w:val="en-GB"/>
        </w:rPr>
        <w:br w:type="page"/>
      </w:r>
    </w:p>
    <w:p w14:paraId="595137DF" w14:textId="73016809" w:rsidR="00C44890" w:rsidRPr="00A66C3D" w:rsidRDefault="00C44890" w:rsidP="00A66C3D">
      <w:pPr>
        <w:pStyle w:val="ListParagraph"/>
        <w:ind w:leftChars="0" w:left="720"/>
        <w:rPr>
          <w:lang w:val="en-GB"/>
        </w:rPr>
      </w:pPr>
    </w:p>
    <w:p w14:paraId="06D3C1C1" w14:textId="77777777" w:rsidR="00C44890" w:rsidRPr="00492684" w:rsidRDefault="00C44890" w:rsidP="00C44890">
      <w:pPr>
        <w:rPr>
          <w:lang w:val="en-GB"/>
        </w:rPr>
      </w:pPr>
    </w:p>
    <w:sectPr w:rsidR="00C44890" w:rsidRPr="00492684" w:rsidSect="00FF7B5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D77A2" w14:textId="77777777" w:rsidR="00AD0F85" w:rsidRDefault="00AD0F85">
      <w:r>
        <w:separator/>
      </w:r>
    </w:p>
  </w:endnote>
  <w:endnote w:type="continuationSeparator" w:id="0">
    <w:p w14:paraId="3AD21944" w14:textId="77777777" w:rsidR="00AD0F85" w:rsidRDefault="00AD0F85">
      <w:r>
        <w:continuationSeparator/>
      </w:r>
    </w:p>
  </w:endnote>
  <w:endnote w:type="continuationNotice" w:id="1">
    <w:p w14:paraId="4E1C838D" w14:textId="77777777" w:rsidR="00AD0F85" w:rsidRDefault="00AD0F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C012D6" w:rsidRPr="00C012D6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C012D6" w:rsidRPr="00C012D6">
      <w:rPr>
        <w:noProof/>
        <w:color w:val="17365D" w:themeColor="text2" w:themeShade="BF"/>
        <w:lang w:val="sv-SE"/>
      </w:rPr>
      <w:t>3</w:t>
    </w:r>
    <w:r>
      <w:rPr>
        <w:color w:val="17365D" w:themeColor="text2" w:themeShade="BF"/>
      </w:rPr>
      <w:fldChar w:fldCharType="end"/>
    </w:r>
  </w:p>
  <w:p w14:paraId="213B5D63" w14:textId="550AACB3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5E3457">
      <w:rPr>
        <w:noProof/>
      </w:rPr>
      <w:t>2023-08-10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7C3D50" w14:textId="77777777" w:rsidR="00AD0F85" w:rsidRDefault="00AD0F85">
      <w:r>
        <w:separator/>
      </w:r>
    </w:p>
  </w:footnote>
  <w:footnote w:type="continuationSeparator" w:id="0">
    <w:p w14:paraId="1394D765" w14:textId="77777777" w:rsidR="00AD0F85" w:rsidRDefault="00AD0F85">
      <w:r>
        <w:continuationSeparator/>
      </w:r>
    </w:p>
  </w:footnote>
  <w:footnote w:type="continuationNotice" w:id="1">
    <w:p w14:paraId="4255073E" w14:textId="77777777" w:rsidR="00AD0F85" w:rsidRDefault="00AD0F8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516A1" w14:textId="4BC9884C" w:rsidR="001A0764" w:rsidRPr="00FF7B55" w:rsidRDefault="00FF7B55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17DD0"/>
    <w:multiLevelType w:val="multilevel"/>
    <w:tmpl w:val="0CC17DD0"/>
    <w:lvl w:ilvl="0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52BF4"/>
    <w:multiLevelType w:val="multilevel"/>
    <w:tmpl w:val="0E452BF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EastAsia" w:cstheme="minorEastAsia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F1495A"/>
    <w:multiLevelType w:val="hybridMultilevel"/>
    <w:tmpl w:val="2612F97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5" w15:restartNumberingAfterBreak="0">
    <w:nsid w:val="29E62892"/>
    <w:multiLevelType w:val="hybridMultilevel"/>
    <w:tmpl w:val="57CA63CE"/>
    <w:lvl w:ilvl="0" w:tplc="A5900A38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AF6DE6"/>
    <w:multiLevelType w:val="hybridMultilevel"/>
    <w:tmpl w:val="C21E8E6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0212996">
    <w:abstractNumId w:val="4"/>
  </w:num>
  <w:num w:numId="2" w16cid:durableId="19667543">
    <w:abstractNumId w:val="18"/>
  </w:num>
  <w:num w:numId="3" w16cid:durableId="1226529957">
    <w:abstractNumId w:val="19"/>
  </w:num>
  <w:num w:numId="4" w16cid:durableId="917979588">
    <w:abstractNumId w:val="10"/>
  </w:num>
  <w:num w:numId="5" w16cid:durableId="1798329877">
    <w:abstractNumId w:val="8"/>
  </w:num>
  <w:num w:numId="6" w16cid:durableId="43796653">
    <w:abstractNumId w:val="14"/>
  </w:num>
  <w:num w:numId="7" w16cid:durableId="1703943832">
    <w:abstractNumId w:val="11"/>
  </w:num>
  <w:num w:numId="8" w16cid:durableId="1678385058">
    <w:abstractNumId w:val="16"/>
  </w:num>
  <w:num w:numId="9" w16cid:durableId="1154223049">
    <w:abstractNumId w:val="2"/>
  </w:num>
  <w:num w:numId="10" w16cid:durableId="572739689">
    <w:abstractNumId w:val="15"/>
  </w:num>
  <w:num w:numId="11" w16cid:durableId="435949030">
    <w:abstractNumId w:val="6"/>
  </w:num>
  <w:num w:numId="12" w16cid:durableId="239606811">
    <w:abstractNumId w:val="13"/>
  </w:num>
  <w:num w:numId="13" w16cid:durableId="166603430">
    <w:abstractNumId w:val="17"/>
  </w:num>
  <w:num w:numId="14" w16cid:durableId="232936615">
    <w:abstractNumId w:val="7"/>
  </w:num>
  <w:num w:numId="15" w16cid:durableId="1991013109">
    <w:abstractNumId w:val="12"/>
  </w:num>
  <w:num w:numId="16" w16cid:durableId="555049202">
    <w:abstractNumId w:val="0"/>
  </w:num>
  <w:num w:numId="17" w16cid:durableId="1785540123">
    <w:abstractNumId w:val="5"/>
  </w:num>
  <w:num w:numId="18" w16cid:durableId="1807162636">
    <w:abstractNumId w:val="1"/>
  </w:num>
  <w:num w:numId="19" w16cid:durableId="488517852">
    <w:abstractNumId w:val="3"/>
  </w:num>
  <w:num w:numId="20" w16cid:durableId="1553078709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51D"/>
    <w:rsid w:val="0000085F"/>
    <w:rsid w:val="0000185E"/>
    <w:rsid w:val="00001A92"/>
    <w:rsid w:val="00002179"/>
    <w:rsid w:val="00002F03"/>
    <w:rsid w:val="00004A2D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39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3A96"/>
    <w:rsid w:val="00075273"/>
    <w:rsid w:val="00075BFC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877E3"/>
    <w:rsid w:val="00090132"/>
    <w:rsid w:val="00090204"/>
    <w:rsid w:val="0009042D"/>
    <w:rsid w:val="00090751"/>
    <w:rsid w:val="00091C02"/>
    <w:rsid w:val="00092472"/>
    <w:rsid w:val="000945E8"/>
    <w:rsid w:val="00095263"/>
    <w:rsid w:val="0009579C"/>
    <w:rsid w:val="00095864"/>
    <w:rsid w:val="000A06A1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A34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3C2C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14B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0286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5194"/>
    <w:rsid w:val="00206A63"/>
    <w:rsid w:val="00207331"/>
    <w:rsid w:val="00207C4E"/>
    <w:rsid w:val="002108D2"/>
    <w:rsid w:val="00210C6E"/>
    <w:rsid w:val="002114FB"/>
    <w:rsid w:val="0021211A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009"/>
    <w:rsid w:val="002932D5"/>
    <w:rsid w:val="00296366"/>
    <w:rsid w:val="0029679F"/>
    <w:rsid w:val="00296FDB"/>
    <w:rsid w:val="00297B28"/>
    <w:rsid w:val="002A04F9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1EC6"/>
    <w:rsid w:val="002B39E4"/>
    <w:rsid w:val="002B4161"/>
    <w:rsid w:val="002B5EF8"/>
    <w:rsid w:val="002B68E8"/>
    <w:rsid w:val="002B7E00"/>
    <w:rsid w:val="002C0E6E"/>
    <w:rsid w:val="002C0FC8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3CF8"/>
    <w:rsid w:val="003C68FA"/>
    <w:rsid w:val="003C7843"/>
    <w:rsid w:val="003C7A2F"/>
    <w:rsid w:val="003D06B1"/>
    <w:rsid w:val="003D16E8"/>
    <w:rsid w:val="003D1856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68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090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2684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B58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77F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D61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5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6B87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1121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12A"/>
    <w:rsid w:val="007B04E2"/>
    <w:rsid w:val="007B0AEC"/>
    <w:rsid w:val="007B1E8D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2FCD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4339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5A9F"/>
    <w:rsid w:val="008464E5"/>
    <w:rsid w:val="00846BC9"/>
    <w:rsid w:val="00847982"/>
    <w:rsid w:val="00850D24"/>
    <w:rsid w:val="008512AA"/>
    <w:rsid w:val="008513D5"/>
    <w:rsid w:val="00851844"/>
    <w:rsid w:val="00851A73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243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4BB7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0076"/>
    <w:rsid w:val="00981029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B69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2BBA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6587"/>
    <w:rsid w:val="00A66C3D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18F7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0F8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0DAD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A62"/>
    <w:rsid w:val="00B25C06"/>
    <w:rsid w:val="00B26880"/>
    <w:rsid w:val="00B26FC3"/>
    <w:rsid w:val="00B27410"/>
    <w:rsid w:val="00B27F15"/>
    <w:rsid w:val="00B30772"/>
    <w:rsid w:val="00B30A5D"/>
    <w:rsid w:val="00B315FA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5CDA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2D6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AF4"/>
    <w:rsid w:val="00C17D28"/>
    <w:rsid w:val="00C20A2A"/>
    <w:rsid w:val="00C22EBF"/>
    <w:rsid w:val="00C239E3"/>
    <w:rsid w:val="00C23A97"/>
    <w:rsid w:val="00C2473B"/>
    <w:rsid w:val="00C26ABB"/>
    <w:rsid w:val="00C27A50"/>
    <w:rsid w:val="00C27F1C"/>
    <w:rsid w:val="00C30227"/>
    <w:rsid w:val="00C308A2"/>
    <w:rsid w:val="00C3124F"/>
    <w:rsid w:val="00C32770"/>
    <w:rsid w:val="00C342F6"/>
    <w:rsid w:val="00C3500F"/>
    <w:rsid w:val="00C36273"/>
    <w:rsid w:val="00C368E9"/>
    <w:rsid w:val="00C411CA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1A26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5BB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3C4C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6F45"/>
    <w:rsid w:val="00EC72C1"/>
    <w:rsid w:val="00ED10DE"/>
    <w:rsid w:val="00ED1288"/>
    <w:rsid w:val="00ED2F9B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4ABA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263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1EA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0C70D9E9-D672-48B3-BB77-30B57B561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customStyle="1" w:styleId="GridTable1Light1">
    <w:name w:val="Grid Table 1 Light1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Spacing">
    <w:name w:val="No Spacing"/>
    <w:uiPriority w:val="1"/>
    <w:qFormat/>
    <w:rsid w:val="00751121"/>
    <w:rPr>
      <w:sz w:val="24"/>
      <w:szCs w:val="24"/>
      <w:lang w:val="en-US" w:eastAsia="en-US"/>
    </w:rPr>
  </w:style>
  <w:style w:type="table" w:customStyle="1" w:styleId="GridTable1Light10">
    <w:name w:val="Grid Table 1 Light1"/>
    <w:basedOn w:val="TableNormal"/>
    <w:uiPriority w:val="46"/>
    <w:qFormat/>
    <w:rsid w:val="00751121"/>
    <w:rPr>
      <w:rFonts w:eastAsia="SimSun"/>
      <w:lang w:val="en-US" w:eastAsia="en-US"/>
    </w:rPr>
    <w:tblPr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49373A5-5B76-40EC-8E74-396A7B71CC0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469</TotalTime>
  <Pages>1</Pages>
  <Words>795</Words>
  <Characters>4535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5320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Sally Rimon</cp:lastModifiedBy>
  <cp:revision>9</cp:revision>
  <cp:lastPrinted>2013-10-18T08:32:00Z</cp:lastPrinted>
  <dcterms:created xsi:type="dcterms:W3CDTF">2023-06-26T09:29:00Z</dcterms:created>
  <dcterms:modified xsi:type="dcterms:W3CDTF">2023-08-09T22:33:00Z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